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E37" w:rsidRPr="00C7621D" w:rsidRDefault="00D75E37" w:rsidP="00D75E37">
      <w:pPr>
        <w:pStyle w:val="KeinLeerraum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Lehrgang</w:t>
      </w:r>
      <w:r w:rsidRPr="00E945E6">
        <w:rPr>
          <w:rFonts w:ascii="Arial" w:hAnsi="Arial" w:cs="Arial"/>
          <w:b/>
          <w:sz w:val="36"/>
        </w:rPr>
        <w:t>:</w:t>
      </w:r>
      <w:r w:rsidRPr="00E945E6">
        <w:rPr>
          <w:rFonts w:ascii="Arial" w:hAnsi="Arial" w:cs="Arial"/>
          <w:b/>
          <w:sz w:val="36"/>
        </w:rPr>
        <w:tab/>
      </w:r>
      <w:r w:rsidRPr="00E945E6">
        <w:rPr>
          <w:rFonts w:ascii="Arial" w:hAnsi="Arial" w:cs="Arial"/>
          <w:b/>
          <w:sz w:val="36"/>
        </w:rPr>
        <w:tab/>
      </w:r>
      <w:r w:rsidRPr="00E945E6">
        <w:rPr>
          <w:rFonts w:ascii="Arial" w:hAnsi="Arial" w:cs="Arial"/>
          <w:b/>
          <w:sz w:val="36"/>
        </w:rPr>
        <w:tab/>
      </w:r>
      <w:r>
        <w:rPr>
          <w:rFonts w:ascii="Arial" w:hAnsi="Arial" w:cs="Arial"/>
          <w:b/>
          <w:sz w:val="36"/>
        </w:rPr>
        <w:t>ABC- Einsatz</w:t>
      </w:r>
    </w:p>
    <w:p w:rsidR="00D75E37" w:rsidRPr="00D75E37" w:rsidRDefault="00D75E37" w:rsidP="00D75E37">
      <w:pPr>
        <w:pStyle w:val="KeinLeerraum"/>
        <w:rPr>
          <w:rFonts w:ascii="Arial" w:hAnsi="Arial" w:cs="Arial"/>
          <w:sz w:val="16"/>
          <w:szCs w:val="16"/>
        </w:rPr>
      </w:pPr>
    </w:p>
    <w:p w:rsidR="00D75E37" w:rsidRDefault="00D75E37" w:rsidP="00D75E37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Thema: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Übungseinsatz C Kennzeichnung</w:t>
      </w:r>
      <w:bookmarkStart w:id="0" w:name="_GoBack"/>
      <w:bookmarkEnd w:id="0"/>
    </w:p>
    <w:p w:rsidR="00D75E37" w:rsidRDefault="00D75E37" w:rsidP="00D75E37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Ausbildung: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praktisch </w:t>
      </w:r>
    </w:p>
    <w:p w:rsidR="00D75E37" w:rsidRDefault="00D75E37" w:rsidP="00D75E37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Stundenplan: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90 min </w:t>
      </w:r>
      <w:r>
        <w:rPr>
          <w:rFonts w:ascii="Arial" w:hAnsi="Arial" w:cs="Arial"/>
        </w:rPr>
        <w:t>(2</w:t>
      </w:r>
      <w:r w:rsidRPr="00637F45">
        <w:rPr>
          <w:rFonts w:ascii="Arial" w:hAnsi="Arial" w:cs="Arial"/>
        </w:rPr>
        <w:t xml:space="preserve"> Unterrichtsstunde)</w:t>
      </w:r>
    </w:p>
    <w:p w:rsidR="00D75E37" w:rsidRDefault="00D75E37" w:rsidP="00D75E37">
      <w:pPr>
        <w:pStyle w:val="KeinLeerraum"/>
        <w:rPr>
          <w:rFonts w:ascii="Arial" w:hAnsi="Arial" w:cs="Arial"/>
          <w:sz w:val="24"/>
        </w:rPr>
      </w:pPr>
      <w:r w:rsidRPr="00CD0615">
        <w:rPr>
          <w:rFonts w:ascii="Arial" w:hAnsi="Arial" w:cs="Arial"/>
          <w:sz w:val="24"/>
        </w:rPr>
        <w:t>Quelle:</w:t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r w:rsidRPr="00CD0615"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FwDV</w:t>
      </w:r>
      <w:proofErr w:type="spellEnd"/>
      <w:r>
        <w:rPr>
          <w:rFonts w:ascii="Arial" w:hAnsi="Arial" w:cs="Arial"/>
          <w:sz w:val="24"/>
        </w:rPr>
        <w:t xml:space="preserve"> 2/ </w:t>
      </w:r>
      <w:proofErr w:type="spellStart"/>
      <w:r>
        <w:rPr>
          <w:rFonts w:ascii="Arial" w:hAnsi="Arial" w:cs="Arial"/>
          <w:sz w:val="24"/>
        </w:rPr>
        <w:t>FwDV</w:t>
      </w:r>
      <w:proofErr w:type="spellEnd"/>
      <w:r>
        <w:rPr>
          <w:rFonts w:ascii="Arial" w:hAnsi="Arial" w:cs="Arial"/>
          <w:sz w:val="24"/>
        </w:rPr>
        <w:t xml:space="preserve"> 500/ eigene Unterlagen</w:t>
      </w:r>
    </w:p>
    <w:p w:rsidR="00D75E37" w:rsidRDefault="00D75E37" w:rsidP="00D75E37">
      <w:pPr>
        <w:pStyle w:val="KeinLeerraum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Ausbilder: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3</w:t>
      </w:r>
    </w:p>
    <w:p w:rsidR="00D75E37" w:rsidRPr="00D75E37" w:rsidRDefault="00D75E37" w:rsidP="00D75E37">
      <w:pPr>
        <w:pStyle w:val="KeinLeerraum"/>
        <w:rPr>
          <w:rFonts w:ascii="Arial" w:hAnsi="Arial" w:cs="Arial"/>
          <w:sz w:val="20"/>
          <w:szCs w:val="20"/>
        </w:rPr>
      </w:pPr>
    </w:p>
    <w:p w:rsidR="00D75E37" w:rsidRPr="00C9455F" w:rsidRDefault="00D75E37" w:rsidP="00D75E37">
      <w:pPr>
        <w:pStyle w:val="KeinLeerraum"/>
        <w:rPr>
          <w:rFonts w:ascii="Arial" w:hAnsi="Arial" w:cs="Arial"/>
          <w:b/>
          <w:sz w:val="24"/>
        </w:rPr>
      </w:pPr>
      <w:r w:rsidRPr="00C9455F">
        <w:rPr>
          <w:rFonts w:ascii="Arial" w:hAnsi="Arial" w:cs="Arial"/>
          <w:b/>
          <w:sz w:val="24"/>
        </w:rPr>
        <w:t>Übung 1. Tankwagen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E37" w:rsidTr="00DB1C0B">
        <w:tc>
          <w:tcPr>
            <w:tcW w:w="9627" w:type="dxa"/>
          </w:tcPr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C9455F">
              <w:rPr>
                <w:rFonts w:ascii="Arial" w:hAnsi="Arial" w:cs="Arial"/>
                <w:b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B7F71D" wp14:editId="2E90062D">
                      <wp:simplePos x="0" y="0"/>
                      <wp:positionH relativeFrom="column">
                        <wp:posOffset>5118265</wp:posOffset>
                      </wp:positionH>
                      <wp:positionV relativeFrom="paragraph">
                        <wp:posOffset>83434</wp:posOffset>
                      </wp:positionV>
                      <wp:extent cx="723569" cy="206734"/>
                      <wp:effectExtent l="0" t="0" r="19685" b="2222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569" cy="2067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5E37" w:rsidRPr="00D44071" w:rsidRDefault="00D75E37" w:rsidP="00D75E3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D4407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B7F71D" id="Rechteck 1" o:spid="_x0000_s1026" style="position:absolute;margin-left:403pt;margin-top:6.55pt;width:56.95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P/kpgIAAL0FAAAOAAAAZHJzL2Uyb0RvYy54bWysVE1v2zAMvQ/YfxB0X+2k30GdIkiRYUDR&#10;Fm2HnhVZio3JoiYpsbNfP0qynbYrdhh2sSmRfCSfSF5dd40iO2FdDbqgk6OcEqE5lLXeFPT78+rL&#10;BSXOM10yBVoUdC8cvZ5//nTVmpmYQgWqFJYgiHaz1hS08t7MsszxSjTMHYERGpUSbMM8Hu0mKy1r&#10;Eb1R2TTPz7IWbGkscOEc3t4kJZ1HfCkF9/dSOuGJKijm5uPXxu86fLP5FZttLDNVzfs02D9k0bBa&#10;Y9AR6oZ5Rra2/gOqqbkFB9IfcWgykLLmItaA1Uzyd9U8VcyIWAuS48xIk/t/sPxu92BJXeLbUaJZ&#10;g0/0KHjlBf9BJoGd1rgZGj2ZB9ufHIqh1E7aJvyxCNJFRvcjo6LzhOPl+fT49OySEo6qaX52fnwS&#10;MLODs7HOfxXQkCAU1OKDRR7Z7tb5ZDqYhFgOVF2uaqXiwW7WS2XJjuHjrlbLPI/viehvzJQmLZZ3&#10;mZ/mEfqNMjaaGFF8F4t+C4EnpTHrQEUqPkp+r0RIQ+lHIZFCLHeaAoTmPWAyzoX2k6SqWClSwqeY&#10;7pjv4BG5iYABWWKhI3YPMFgmkAE7MdXbB1cRe3907iv/m/PoESOD9qNzU2uwH1WmsKo+crIfSErU&#10;BJZ8t+769kLLcLOGco8tZyHNojN8VePb3zLnH5jF4cMxxYXi7/EjFeDTQS9RUoH99dF9sMeZQC0l&#10;LQ5zQd3PLbOCEvVN47RcTk5OwvTHAwr29e16uNXbZgnYSjgJmFUUg61XgygtNC+4bxYhGqqY5hiz&#10;oH4Qlz6tFtxXXCwW0Qjn3DB/q58MD9CB3dDRz90Ls6Zve4/zcgfDuLPZu+5PtsFTw2LrQdZxNA5s&#10;9rzjjogN1O+zsIRen6PVYevOfwMAAP//AwBQSwMEFAAGAAgAAAAhAGegwRjgAAAACQEAAA8AAABk&#10;cnMvZG93bnJldi54bWxMj81OwzAQhO9IvIO1SNyoE37aOsSpAIE4oqaIwm0bL0lobIfYbdO3ZznB&#10;cTSjmW/yxWg7sachtN5pSCcJCHKVN62rNbyuni7mIEJEZ7DzjjQcKcCiOD3JMTP+4Ja0L2MtuMSF&#10;DDU0MfaZlKFqyGKY+J4ce59+sBhZDrU0Ax643HbyMkmm0mLreKHBnh4aqrblzmp4+/p4Ucfx8f15&#10;a5f4vV6r/r6MWp+fjXe3ICKN8S8Mv/iMDgUzbfzOmSA6DfNkyl8iG1cpCA6oVCkQGw3XNzOQRS7/&#10;Pyh+AAAA//8DAFBLAQItABQABgAIAAAAIQC2gziS/gAAAOEBAAATAAAAAAAAAAAAAAAAAAAAAABb&#10;Q29udGVudF9UeXBlc10ueG1sUEsBAi0AFAAGAAgAAAAhADj9If/WAAAAlAEAAAsAAAAAAAAAAAAA&#10;AAAALwEAAF9yZWxzLy5yZWxzUEsBAi0AFAAGAAgAAAAhACzc/+SmAgAAvQUAAA4AAAAAAAAAAAAA&#10;AAAALgIAAGRycy9lMm9Eb2MueG1sUEsBAi0AFAAGAAgAAAAhAGegwRjgAAAACQEAAA8AAAAAAAAA&#10;AAAAAAAAAAUAAGRycy9kb3ducmV2LnhtbFBLBQYAAAAABAAEAPMAAAANBgAAAAA=&#10;" fillcolor="#ffc000" strokecolor="black [3213]" strokeweight="1.5pt">
                      <v:textbox inset=",0,,0">
                        <w:txbxContent>
                          <w:p w:rsidR="00D75E37" w:rsidRPr="00D44071" w:rsidRDefault="00D75E37" w:rsidP="00D75E3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D4407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33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9455F">
              <w:rPr>
                <w:rFonts w:ascii="Arial" w:hAnsi="Arial" w:cs="Arial"/>
                <w:b/>
                <w:sz w:val="24"/>
              </w:rPr>
              <w:t>Lage</w:t>
            </w:r>
            <w:r>
              <w:rPr>
                <w:rFonts w:ascii="Arial" w:hAnsi="Arial" w:cs="Arial"/>
                <w:sz w:val="24"/>
              </w:rPr>
              <w:t>: VU Pkw + Tankwagen; Ladung Benzin</w:t>
            </w:r>
          </w:p>
          <w:p w:rsidR="00D75E37" w:rsidRPr="00D44071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49C2BD" wp14:editId="36C0B70F">
                      <wp:simplePos x="0" y="0"/>
                      <wp:positionH relativeFrom="column">
                        <wp:posOffset>5120005</wp:posOffset>
                      </wp:positionH>
                      <wp:positionV relativeFrom="paragraph">
                        <wp:posOffset>118082</wp:posOffset>
                      </wp:positionV>
                      <wp:extent cx="723569" cy="206734"/>
                      <wp:effectExtent l="0" t="0" r="19685" b="2222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569" cy="2067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75E37" w:rsidRPr="00D44071" w:rsidRDefault="00D75E37" w:rsidP="00D75E3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D44071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1203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49C2BD" id="Rechteck 2" o:spid="_x0000_s1027" style="position:absolute;left:0;text-align:left;margin-left:403.15pt;margin-top:9.3pt;width:56.95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2wNdwIAAO0EAAAOAAAAZHJzL2Uyb0RvYy54bWysVE1vGyEQvVfqf0Dcm107X43ldWQ5clUp&#10;SqwmVc6YBe+qLFDA3nV/fR/s2onTnqr6gGeYYYb3eLPT265RZCecr40u6Ogsp0Robspabwr6/Xn5&#10;6TMlPjBdMmW0KOheeHo7+/hh2tqJGJvKqFI4giLaT1pb0CoEO8kyzyvRMH9mrNAISuMaFuC6TVY6&#10;1qJ6o7Jxnl9lrXGldYYL77F71wfpLNWXUvDwKKUXgaiC4m4hrS6t67hmsymbbByzVc2Ha7B/uEXD&#10;ao2mx1J3LDCydfUfpZqaO+ONDGfcNJmRsuYiYQCaUf4OzVPFrEhYQI63R5r8/yvLH3YrR+qyoGNK&#10;NGvwRN8Er4LgP8g4stNaP0HSk125wfMwI9ROuib+AwTpEqP7I6OiC4Rj83p8fnl1QwlHaJxfXZ9f&#10;xJrZ62HrfPgiTEOiUVCHB0s8st29D33qISX28kbV5bJWKjlus14oR3YMj7tcLvI8vSeqn6QpTVpI&#10;8ya/hAA4g8ikYgFmYwHb6w0lTG2gXh5c6n1y2u/9sQd0V5r2GeAoUcwHBIA4/QZYJ0fjxe+Yr/oL&#10;ptCQpnS8v0j6HHBGnntmoxW6dTfQvTblHk/kTK9db/myRuF79F8xB7ECFQYwPGKRygCqGSxKKuN+&#10;/W0/5kNDiFLSQvyg4eeWOQFYXzXUdTO6uIjTkhwY7u3u+rCrt83CgPoRRtzyZMbcoA6mdKZ5wXzO&#10;YzeEmOboWVDQ15uL0I8i5puL+TwlYS4sC/f6yfJYOhIViXzuXpizg0wCnuDBHMaDTd6ppc+NJ7WZ&#10;b4ORdZJSJLZnExKMDmYqiXGY/zi0b/2U9fqVmv0GAAD//wMAUEsDBBQABgAIAAAAIQClT0Za4AAA&#10;AAkBAAAPAAAAZHJzL2Rvd25yZXYueG1sTI/BTsMwEETvSPyDtUhcKmrHFVEa4lSAxAkhlUIL3NzY&#10;JBH2OordNvw9ywmOq3maeVutJu/Y0Y6xD6ggmwtgFptgemwVvL48XBXAYtJotAtoFXzbCKv6/KzS&#10;pQknfLbHTWoZlWAstYIupaHkPDad9TrOw2CRss8wep3oHFtuRn2icu+4FCLnXvdIC50e7H1nm6/N&#10;wSuYfbjHt+xunRZytl3y3TpN7+lJqcuL6fYGWLJT+oPhV5/UoSanfTigicwpKES+IJSCIgdGwFIK&#10;CWyv4DqTwOuK//+g/gEAAP//AwBQSwECLQAUAAYACAAAACEAtoM4kv4AAADhAQAAEwAAAAAAAAAA&#10;AAAAAAAAAAAAW0NvbnRlbnRfVHlwZXNdLnhtbFBLAQItABQABgAIAAAAIQA4/SH/1gAAAJQBAAAL&#10;AAAAAAAAAAAAAAAAAC8BAABfcmVscy8ucmVsc1BLAQItABQABgAIAAAAIQDni2wNdwIAAO0EAAAO&#10;AAAAAAAAAAAAAAAAAC4CAABkcnMvZTJvRG9jLnhtbFBLAQItABQABgAIAAAAIQClT0Za4AAAAAkB&#10;AAAPAAAAAAAAAAAAAAAAANEEAABkcnMvZG93bnJldi54bWxQSwUGAAAAAAQABADzAAAA3gUAAAAA&#10;" fillcolor="#ffc000" strokecolor="windowText" strokeweight="1.5pt">
                      <v:textbox inset=",0,,0">
                        <w:txbxContent>
                          <w:p w:rsidR="00D75E37" w:rsidRPr="00D44071" w:rsidRDefault="00D75E37" w:rsidP="00D75E3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D4407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1203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</w:rPr>
              <w:t xml:space="preserve">1 Person im Pkw </w:t>
            </w:r>
            <w:r w:rsidRPr="00D44071">
              <w:rPr>
                <w:rFonts w:ascii="Arial" w:hAnsi="Arial" w:cs="Arial"/>
              </w:rPr>
              <w:t>(bei Bedarf auch ohne)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Benzin tritt aus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Fahrer Lkw + Pkw bereits durch RD versorgt und abtransportiert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Not- Aus im und am Fahrzeug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hinter Heckklappe Lkw Einrichtung zur Simulation Abgabe von Wasser(Benzin!)</w:t>
            </w:r>
          </w:p>
          <w:p w:rsidR="00D75E37" w:rsidRPr="001837B4" w:rsidRDefault="00D75E37" w:rsidP="00D75E37">
            <w:pPr>
              <w:pStyle w:val="KeinLeerraum"/>
              <w:numPr>
                <w:ilvl w:val="0"/>
                <w:numId w:val="25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4"/>
              </w:rPr>
              <w:t xml:space="preserve">bei Frost Alternative mit 2 Eimer </w:t>
            </w:r>
            <w:r w:rsidRPr="001837B4">
              <w:rPr>
                <w:rFonts w:ascii="Arial" w:hAnsi="Arial" w:cs="Arial"/>
                <w:sz w:val="20"/>
              </w:rPr>
              <w:t>(1 Eimer hinhängen mit Wasser anderen auskippen)</w:t>
            </w:r>
          </w:p>
          <w:p w:rsidR="00D75E37" w:rsidRPr="00D44071" w:rsidRDefault="00D75E37" w:rsidP="00DB1C0B">
            <w:pPr>
              <w:pStyle w:val="KeinLeerraum"/>
              <w:ind w:left="720"/>
              <w:rPr>
                <w:rFonts w:ascii="Arial" w:hAnsi="Arial" w:cs="Arial"/>
                <w:sz w:val="24"/>
              </w:rPr>
            </w:pPr>
            <w:r w:rsidRPr="009354ED">
              <w:rPr>
                <w:rFonts w:ascii="Arial" w:eastAsia="Times New Roman" w:hAnsi="Arial" w:cs="Arial"/>
                <w:noProof/>
                <w:lang w:eastAsia="de-DE"/>
              </w:rPr>
              <w:drawing>
                <wp:inline distT="0" distB="0" distL="0" distR="0" wp14:anchorId="1A3B9198" wp14:editId="7A4D3135">
                  <wp:extent cx="2853138" cy="1709530"/>
                  <wp:effectExtent l="0" t="0" r="4445" b="5080"/>
                  <wp:docPr id="7" name="Grafik 7" descr="\\Data-NABK-CE.LV.ads.niedersachsen.de\NABK-Home$\Wanckel-Enrico\Desktop\Bilder ABC\20161013_1259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Data-NABK-CE.LV.ads.niedersachsen.de\NABK-Home$\Wanckel-Enrico\Desktop\Bilder ABC\20161013_1259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50" cy="1712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E37" w:rsidTr="00DB1C0B">
        <w:tc>
          <w:tcPr>
            <w:tcW w:w="9627" w:type="dxa"/>
          </w:tcPr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C9455F">
              <w:rPr>
                <w:rFonts w:ascii="Arial" w:hAnsi="Arial" w:cs="Arial"/>
                <w:b/>
                <w:sz w:val="24"/>
              </w:rPr>
              <w:t>Ablauf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Einteilung der Teilnehmer</w:t>
            </w:r>
          </w:p>
          <w:p w:rsidR="00D75E37" w:rsidRPr="006A707E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Einweisung in Lage</w:t>
            </w:r>
          </w:p>
        </w:tc>
      </w:tr>
      <w:tr w:rsidR="00D75E37" w:rsidTr="00DB1C0B">
        <w:tc>
          <w:tcPr>
            <w:tcW w:w="9627" w:type="dxa"/>
          </w:tcPr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C9455F">
              <w:rPr>
                <w:rFonts w:ascii="Arial" w:hAnsi="Arial" w:cs="Arial"/>
                <w:b/>
                <w:sz w:val="24"/>
              </w:rPr>
              <w:t>Maßnahmen</w:t>
            </w:r>
            <w:r>
              <w:rPr>
                <w:rFonts w:ascii="Arial" w:hAnsi="Arial" w:cs="Arial"/>
                <w:sz w:val="24"/>
              </w:rPr>
              <w:t>:</w:t>
            </w:r>
          </w:p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HLF 10 (Stärke 1/6) (Ausbilder 1)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GAMS 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Aufbau Not-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3- </w:t>
            </w:r>
            <w:proofErr w:type="spellStart"/>
            <w:r>
              <w:rPr>
                <w:rFonts w:ascii="Arial" w:hAnsi="Arial" w:cs="Arial"/>
                <w:sz w:val="24"/>
              </w:rPr>
              <w:t>fach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Brandschutz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A-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(Form 2 Hitzeschutzanzug) MR/ Benzin mit Schaumabdecken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W-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(Sicherheitstrupp)</w:t>
            </w:r>
          </w:p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ABC- Zug (Ausbilder 1 </w:t>
            </w:r>
            <w:proofErr w:type="spellStart"/>
            <w:r>
              <w:rPr>
                <w:rFonts w:ascii="Arial" w:hAnsi="Arial" w:cs="Arial"/>
                <w:sz w:val="24"/>
              </w:rPr>
              <w:t>ZgFhr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+ 2 Koordinierung)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Aufbau Standard-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2 (Flüssigkeitsschutzanzug) zur Erkundung vor 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2 (Flüssigkeitsschutzanzug)  Sicherheitstrupp/ im Verlauf abdichten Leckage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2 (Flüssigkeitsschutzanzug)  Sicherheitstrupp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Betrieb </w:t>
            </w:r>
            <w:proofErr w:type="spellStart"/>
            <w:r>
              <w:rPr>
                <w:rFonts w:ascii="Arial" w:hAnsi="Arial" w:cs="Arial"/>
                <w:sz w:val="24"/>
              </w:rPr>
              <w:t>Dekon</w:t>
            </w:r>
            <w:proofErr w:type="spellEnd"/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Trp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mit Form 2 (Baumwollanzüge, rot) ABEK- Filter/ Helm</w:t>
            </w:r>
          </w:p>
          <w:p w:rsidR="00D75E37" w:rsidRDefault="00D75E37" w:rsidP="00D75E37">
            <w:pPr>
              <w:pStyle w:val="KeinLeerraum"/>
              <w:numPr>
                <w:ilvl w:val="0"/>
                <w:numId w:val="2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Aufbau Geräteübergabe </w:t>
            </w:r>
          </w:p>
        </w:tc>
      </w:tr>
      <w:tr w:rsidR="00D75E37" w:rsidTr="00DB1C0B">
        <w:tc>
          <w:tcPr>
            <w:tcW w:w="9627" w:type="dxa"/>
          </w:tcPr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</w:p>
        </w:tc>
      </w:tr>
      <w:tr w:rsidR="00D75E37" w:rsidTr="00DB1C0B">
        <w:tc>
          <w:tcPr>
            <w:tcW w:w="9627" w:type="dxa"/>
          </w:tcPr>
          <w:p w:rsidR="00D75E37" w:rsidRDefault="00D75E37" w:rsidP="00DB1C0B">
            <w:pPr>
              <w:pStyle w:val="KeinLeerraum"/>
              <w:rPr>
                <w:rFonts w:ascii="Arial" w:hAnsi="Arial" w:cs="Arial"/>
                <w:sz w:val="24"/>
              </w:rPr>
            </w:pPr>
            <w:r w:rsidRPr="00C9455F">
              <w:rPr>
                <w:rFonts w:ascii="Arial" w:hAnsi="Arial" w:cs="Arial"/>
                <w:b/>
                <w:sz w:val="24"/>
              </w:rPr>
              <w:t>Fahrzeuge</w:t>
            </w:r>
            <w:r>
              <w:rPr>
                <w:rFonts w:ascii="Arial" w:hAnsi="Arial" w:cs="Arial"/>
                <w:sz w:val="24"/>
              </w:rPr>
              <w:t>: GW- G; AB- AS; HLF 10</w:t>
            </w:r>
          </w:p>
        </w:tc>
      </w:tr>
    </w:tbl>
    <w:p w:rsidR="00FA6CF5" w:rsidRPr="00D75E37" w:rsidRDefault="00FA6CF5" w:rsidP="00D75E37">
      <w:pPr>
        <w:rPr>
          <w:sz w:val="2"/>
          <w:szCs w:val="2"/>
        </w:rPr>
      </w:pPr>
    </w:p>
    <w:sectPr w:rsidR="00FA6CF5" w:rsidRPr="00D75E3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8C8" w:rsidRDefault="00C048C8" w:rsidP="00D86066">
      <w:pPr>
        <w:spacing w:after="0" w:line="240" w:lineRule="auto"/>
      </w:pPr>
      <w:r>
        <w:separator/>
      </w:r>
    </w:p>
  </w:endnote>
  <w:end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8C8" w:rsidRDefault="00C048C8" w:rsidP="00D86066">
      <w:pPr>
        <w:spacing w:after="0" w:line="240" w:lineRule="auto"/>
      </w:pPr>
      <w:r>
        <w:separator/>
      </w:r>
    </w:p>
  </w:footnote>
  <w:footnote w:type="continuationSeparator" w:id="0">
    <w:p w:rsidR="00C048C8" w:rsidRDefault="00C048C8" w:rsidP="00D86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066" w:rsidRDefault="00D86066" w:rsidP="00567BAA">
    <w:pPr>
      <w:pStyle w:val="Kopfzeile"/>
      <w:rPr>
        <w:color w:val="808080" w:themeColor="background1" w:themeShade="80"/>
      </w:rPr>
    </w:pPr>
    <w:r w:rsidRPr="00645420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58240" behindDoc="1" locked="0" layoutInCell="1" allowOverlap="1" wp14:anchorId="158CB741" wp14:editId="525EF6F4">
          <wp:simplePos x="0" y="0"/>
          <wp:positionH relativeFrom="margin">
            <wp:align>right</wp:align>
          </wp:positionH>
          <wp:positionV relativeFrom="paragraph">
            <wp:posOffset>-230505</wp:posOffset>
          </wp:positionV>
          <wp:extent cx="2086936" cy="836613"/>
          <wp:effectExtent l="0" t="0" r="8890" b="1905"/>
          <wp:wrapTight wrapText="bothSides">
            <wp:wrapPolygon edited="0">
              <wp:start x="0" y="0"/>
              <wp:lineTo x="0" y="21157"/>
              <wp:lineTo x="21495" y="21157"/>
              <wp:lineTo x="21495" y="0"/>
              <wp:lineTo x="0" y="0"/>
            </wp:wrapPolygon>
          </wp:wrapTight>
          <wp:docPr id="1026" name="Picture 2" descr="nabk_logo_1111_e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nabk_logo_1111_e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6936" cy="8366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324E53">
      <w:rPr>
        <w:color w:val="808080" w:themeColor="background1" w:themeShade="80"/>
      </w:rPr>
      <w:t>-ABC E</w:t>
    </w:r>
    <w:r w:rsidR="00531606">
      <w:rPr>
        <w:color w:val="808080" w:themeColor="background1" w:themeShade="80"/>
      </w:rPr>
      <w:t>insatz</w:t>
    </w:r>
    <w:r w:rsidR="00324E53">
      <w:rPr>
        <w:color w:val="808080" w:themeColor="background1" w:themeShade="80"/>
      </w:rPr>
      <w:t>-</w:t>
    </w:r>
  </w:p>
  <w:p w:rsidR="004C7F6F" w:rsidRPr="00645420" w:rsidRDefault="004C7F6F" w:rsidP="00567BAA"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  <w:t>Übungseinsätze C</w:t>
    </w:r>
  </w:p>
  <w:p w:rsidR="00D86066" w:rsidRPr="00D86066" w:rsidRDefault="00D86066" w:rsidP="00D86066">
    <w:pPr>
      <w:pStyle w:val="Kopfzeile"/>
      <w:jc w:val="right"/>
      <w:rPr>
        <w:color w:val="A6A6A6" w:themeColor="background1" w:themeShade="A6"/>
      </w:rPr>
    </w:pPr>
  </w:p>
  <w:p w:rsidR="00D86066" w:rsidRPr="00716F30" w:rsidRDefault="00716F30">
    <w:pPr>
      <w:pStyle w:val="Kopfzeile"/>
      <w:rPr>
        <w:color w:val="A6A6A6" w:themeColor="background1" w:themeShade="A6"/>
        <w:u w:val="single"/>
      </w:rPr>
    </w:pPr>
    <w:r>
      <w:rPr>
        <w:color w:val="A6A6A6" w:themeColor="background1" w:themeShade="A6"/>
        <w:u w:val="single"/>
      </w:rPr>
      <w:tab/>
    </w:r>
    <w:r>
      <w:rPr>
        <w:color w:val="A6A6A6" w:themeColor="background1" w:themeShade="A6"/>
        <w:u w:val="single"/>
      </w:rPr>
      <w:tab/>
    </w:r>
    <w:r w:rsidRPr="00716F30">
      <w:rPr>
        <w:color w:val="FFFFFF" w:themeColor="background1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41C8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FC11E7D"/>
    <w:multiLevelType w:val="hybridMultilevel"/>
    <w:tmpl w:val="92680688"/>
    <w:lvl w:ilvl="0" w:tplc="8ED632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8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2815D8"/>
    <w:multiLevelType w:val="hybridMultilevel"/>
    <w:tmpl w:val="106685EC"/>
    <w:lvl w:ilvl="0" w:tplc="8ED63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E36DB"/>
    <w:multiLevelType w:val="hybridMultilevel"/>
    <w:tmpl w:val="677ED7B8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6A11A4E"/>
    <w:multiLevelType w:val="hybridMultilevel"/>
    <w:tmpl w:val="CB34262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F719BE"/>
    <w:multiLevelType w:val="hybridMultilevel"/>
    <w:tmpl w:val="39EC9804"/>
    <w:lvl w:ilvl="0" w:tplc="F11A0D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E7243"/>
    <w:multiLevelType w:val="multilevel"/>
    <w:tmpl w:val="000ADFB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1449E2"/>
    <w:multiLevelType w:val="hybridMultilevel"/>
    <w:tmpl w:val="8C7A892C"/>
    <w:lvl w:ilvl="0" w:tplc="882A45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64444"/>
    <w:multiLevelType w:val="multilevel"/>
    <w:tmpl w:val="90FA36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1440013"/>
    <w:multiLevelType w:val="hybridMultilevel"/>
    <w:tmpl w:val="A2704C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22A90"/>
    <w:multiLevelType w:val="hybridMultilevel"/>
    <w:tmpl w:val="B32652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66E99"/>
    <w:multiLevelType w:val="hybridMultilevel"/>
    <w:tmpl w:val="E81E6E5E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7511CE"/>
    <w:multiLevelType w:val="hybridMultilevel"/>
    <w:tmpl w:val="CE40E660"/>
    <w:lvl w:ilvl="0" w:tplc="95403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59E3"/>
    <w:multiLevelType w:val="hybridMultilevel"/>
    <w:tmpl w:val="DDFA4364"/>
    <w:lvl w:ilvl="0" w:tplc="4A4EEB1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0A4AAF"/>
    <w:multiLevelType w:val="hybridMultilevel"/>
    <w:tmpl w:val="A900E2F8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FE80E26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06A7FBF"/>
    <w:multiLevelType w:val="hybridMultilevel"/>
    <w:tmpl w:val="68BC8A74"/>
    <w:lvl w:ilvl="0" w:tplc="8422A05C">
      <w:start w:val="1"/>
      <w:numFmt w:val="lowerLetter"/>
      <w:lvlText w:val="%1)"/>
      <w:lvlJc w:val="left"/>
      <w:pPr>
        <w:tabs>
          <w:tab w:val="num" w:pos="1529"/>
        </w:tabs>
        <w:ind w:left="15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249"/>
        </w:tabs>
        <w:ind w:left="22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969"/>
        </w:tabs>
        <w:ind w:left="29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89"/>
        </w:tabs>
        <w:ind w:left="36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09"/>
        </w:tabs>
        <w:ind w:left="44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29"/>
        </w:tabs>
        <w:ind w:left="51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49"/>
        </w:tabs>
        <w:ind w:left="58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569"/>
        </w:tabs>
        <w:ind w:left="65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89"/>
        </w:tabs>
        <w:ind w:left="7289" w:hanging="180"/>
      </w:pPr>
    </w:lvl>
  </w:abstractNum>
  <w:abstractNum w:abstractNumId="17" w15:restartNumberingAfterBreak="0">
    <w:nsid w:val="616A5F19"/>
    <w:multiLevelType w:val="hybridMultilevel"/>
    <w:tmpl w:val="1FCAF4A8"/>
    <w:lvl w:ilvl="0" w:tplc="B7DE4DFC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64F30DB7"/>
    <w:multiLevelType w:val="hybridMultilevel"/>
    <w:tmpl w:val="D4D0B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50BF8"/>
    <w:multiLevelType w:val="multilevel"/>
    <w:tmpl w:val="76B45A8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65E6D50"/>
    <w:multiLevelType w:val="hybridMultilevel"/>
    <w:tmpl w:val="D1565390"/>
    <w:lvl w:ilvl="0" w:tplc="0407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B060E71"/>
    <w:multiLevelType w:val="hybridMultilevel"/>
    <w:tmpl w:val="17F45898"/>
    <w:lvl w:ilvl="0" w:tplc="BEFE8BA8">
      <w:start w:val="2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EC6401B"/>
    <w:multiLevelType w:val="hybridMultilevel"/>
    <w:tmpl w:val="B6BCF3E0"/>
    <w:lvl w:ilvl="0" w:tplc="F99433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12"/>
  </w:num>
  <w:num w:numId="4">
    <w:abstractNumId w:val="16"/>
  </w:num>
  <w:num w:numId="5">
    <w:abstractNumId w:val="14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19"/>
  </w:num>
  <w:num w:numId="13">
    <w:abstractNumId w:val="6"/>
  </w:num>
  <w:num w:numId="14">
    <w:abstractNumId w:val="21"/>
  </w:num>
  <w:num w:numId="15">
    <w:abstractNumId w:val="17"/>
  </w:num>
  <w:num w:numId="16">
    <w:abstractNumId w:val="0"/>
  </w:num>
  <w:num w:numId="17">
    <w:abstractNumId w:val="15"/>
  </w:num>
  <w:num w:numId="18">
    <w:abstractNumId w:val="8"/>
  </w:num>
  <w:num w:numId="19">
    <w:abstractNumId w:val="20"/>
  </w:num>
  <w:num w:numId="20">
    <w:abstractNumId w:val="18"/>
  </w:num>
  <w:num w:numId="21">
    <w:abstractNumId w:val="13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66"/>
    <w:rsid w:val="000113A0"/>
    <w:rsid w:val="00052EAC"/>
    <w:rsid w:val="00074150"/>
    <w:rsid w:val="000F284A"/>
    <w:rsid w:val="001174D6"/>
    <w:rsid w:val="0011795B"/>
    <w:rsid w:val="001515A6"/>
    <w:rsid w:val="0016042C"/>
    <w:rsid w:val="00190499"/>
    <w:rsid w:val="001C018E"/>
    <w:rsid w:val="001C59FF"/>
    <w:rsid w:val="001E1599"/>
    <w:rsid w:val="002A4B00"/>
    <w:rsid w:val="002B081F"/>
    <w:rsid w:val="002B3CF6"/>
    <w:rsid w:val="00324E53"/>
    <w:rsid w:val="003406D3"/>
    <w:rsid w:val="003468B8"/>
    <w:rsid w:val="00367822"/>
    <w:rsid w:val="003D0E52"/>
    <w:rsid w:val="00422B97"/>
    <w:rsid w:val="0046478B"/>
    <w:rsid w:val="004C7F6F"/>
    <w:rsid w:val="004E013A"/>
    <w:rsid w:val="00512C57"/>
    <w:rsid w:val="00524D00"/>
    <w:rsid w:val="00531606"/>
    <w:rsid w:val="005609B8"/>
    <w:rsid w:val="00567BAA"/>
    <w:rsid w:val="00571179"/>
    <w:rsid w:val="005714B4"/>
    <w:rsid w:val="0059787C"/>
    <w:rsid w:val="005C6635"/>
    <w:rsid w:val="005F521C"/>
    <w:rsid w:val="00601269"/>
    <w:rsid w:val="006044DA"/>
    <w:rsid w:val="00645420"/>
    <w:rsid w:val="006651BD"/>
    <w:rsid w:val="00672D37"/>
    <w:rsid w:val="006B3B90"/>
    <w:rsid w:val="00716F30"/>
    <w:rsid w:val="00741EA2"/>
    <w:rsid w:val="00781458"/>
    <w:rsid w:val="00783AC3"/>
    <w:rsid w:val="007958FA"/>
    <w:rsid w:val="007D0089"/>
    <w:rsid w:val="009D6BFD"/>
    <w:rsid w:val="00A2573D"/>
    <w:rsid w:val="00A36118"/>
    <w:rsid w:val="00A5474D"/>
    <w:rsid w:val="00A7084A"/>
    <w:rsid w:val="00B03CF5"/>
    <w:rsid w:val="00B475AD"/>
    <w:rsid w:val="00B565A5"/>
    <w:rsid w:val="00B646AE"/>
    <w:rsid w:val="00B84135"/>
    <w:rsid w:val="00BF01C0"/>
    <w:rsid w:val="00C048C8"/>
    <w:rsid w:val="00C76EC2"/>
    <w:rsid w:val="00C929F7"/>
    <w:rsid w:val="00C930DE"/>
    <w:rsid w:val="00D02572"/>
    <w:rsid w:val="00D12029"/>
    <w:rsid w:val="00D550DB"/>
    <w:rsid w:val="00D75E37"/>
    <w:rsid w:val="00D86066"/>
    <w:rsid w:val="00DF4661"/>
    <w:rsid w:val="00E2673F"/>
    <w:rsid w:val="00E6497E"/>
    <w:rsid w:val="00EE1FB0"/>
    <w:rsid w:val="00F1263B"/>
    <w:rsid w:val="00F7031D"/>
    <w:rsid w:val="00FA6CF5"/>
    <w:rsid w:val="00FC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8C45EB7C-55BF-4C39-A881-E3476EAA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44DA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6066"/>
  </w:style>
  <w:style w:type="paragraph" w:styleId="Fuzeile">
    <w:name w:val="footer"/>
    <w:basedOn w:val="Standard"/>
    <w:link w:val="FuzeileZchn"/>
    <w:uiPriority w:val="99"/>
    <w:unhideWhenUsed/>
    <w:rsid w:val="00D86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6066"/>
  </w:style>
  <w:style w:type="paragraph" w:styleId="StandardWeb">
    <w:name w:val="Normal (Web)"/>
    <w:basedOn w:val="Standard"/>
    <w:uiPriority w:val="99"/>
    <w:unhideWhenUsed/>
    <w:rsid w:val="00D860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86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783AC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57117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1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9CBA4-D32A-4074-A981-0CF9EF56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6662E1C.dotm</Template>
  <TotalTime>0</TotalTime>
  <Pages>1</Pages>
  <Words>166</Words>
  <Characters>1052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2017-01-11T17:57:00Z</cp:lastPrinted>
  <dcterms:created xsi:type="dcterms:W3CDTF">2017-03-26T10:48:00Z</dcterms:created>
  <dcterms:modified xsi:type="dcterms:W3CDTF">2017-03-26T10:48:00Z</dcterms:modified>
</cp:coreProperties>
</file>